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08F" w:rsidRPr="00B55180" w:rsidRDefault="0030608F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30608F" w:rsidRPr="00B55180" w:rsidRDefault="0030608F" w:rsidP="00982AE9">
      <w:pPr>
        <w:ind w:left="5664" w:firstLine="708"/>
        <w:rPr>
          <w:b/>
          <w:sz w:val="20"/>
          <w:szCs w:val="20"/>
        </w:rPr>
      </w:pPr>
    </w:p>
    <w:p w:rsidR="0030608F" w:rsidRDefault="0030608F" w:rsidP="00982AE9">
      <w:pPr>
        <w:ind w:left="5664" w:firstLine="708"/>
        <w:rPr>
          <w:b/>
        </w:rPr>
      </w:pPr>
    </w:p>
    <w:p w:rsidR="0030608F" w:rsidRPr="00761636" w:rsidRDefault="0030608F" w:rsidP="008853B2">
      <w:pPr>
        <w:ind w:left="5664" w:firstLine="290"/>
        <w:rPr>
          <w:b/>
        </w:rPr>
      </w:pPr>
      <w:r w:rsidRPr="00761636">
        <w:rPr>
          <w:b/>
        </w:rPr>
        <w:t>Zamawiający:</w:t>
      </w:r>
    </w:p>
    <w:p w:rsidR="0030608F" w:rsidRPr="00761636" w:rsidRDefault="0030608F" w:rsidP="00982AE9">
      <w:pPr>
        <w:ind w:left="5954"/>
        <w:rPr>
          <w:b/>
        </w:rPr>
      </w:pPr>
      <w:r w:rsidRPr="00761636">
        <w:rPr>
          <w:b/>
        </w:rPr>
        <w:t xml:space="preserve">Gmina Sandomierz </w:t>
      </w:r>
      <w:r w:rsidRPr="00761636">
        <w:rPr>
          <w:b/>
        </w:rPr>
        <w:br/>
        <w:t>Pl. Poniatowskiego 3</w:t>
      </w:r>
    </w:p>
    <w:p w:rsidR="0030608F" w:rsidRPr="00761636" w:rsidRDefault="0030608F" w:rsidP="00982AE9">
      <w:pPr>
        <w:ind w:left="5954"/>
        <w:rPr>
          <w:b/>
        </w:rPr>
      </w:pPr>
      <w:r w:rsidRPr="00761636">
        <w:rPr>
          <w:b/>
        </w:rPr>
        <w:t>27-600 Sandomierz</w:t>
      </w:r>
    </w:p>
    <w:p w:rsidR="0030608F" w:rsidRPr="00B55180" w:rsidRDefault="0030608F" w:rsidP="00982AE9">
      <w:pPr>
        <w:rPr>
          <w:b/>
          <w:sz w:val="20"/>
          <w:szCs w:val="20"/>
        </w:rPr>
      </w:pPr>
    </w:p>
    <w:p w:rsidR="0030608F" w:rsidRPr="00B55180" w:rsidRDefault="0030608F" w:rsidP="00982AE9">
      <w:pPr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>Wykonawca:</w:t>
      </w:r>
    </w:p>
    <w:p w:rsidR="0030608F" w:rsidRPr="00B55180" w:rsidRDefault="0030608F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30608F" w:rsidRPr="00B55180" w:rsidRDefault="0030608F" w:rsidP="00982AE9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(pełna nazwa/firma, adres, w zależności od podmiotu: NIP/PESEL, KRS/CEiDG)</w:t>
      </w:r>
    </w:p>
    <w:p w:rsidR="0030608F" w:rsidRPr="00B55180" w:rsidRDefault="0030608F" w:rsidP="00982AE9">
      <w:pPr>
        <w:rPr>
          <w:sz w:val="20"/>
          <w:szCs w:val="20"/>
          <w:u w:val="single"/>
        </w:rPr>
      </w:pPr>
    </w:p>
    <w:p w:rsidR="0030608F" w:rsidRPr="00B55180" w:rsidRDefault="0030608F" w:rsidP="00982AE9">
      <w:pPr>
        <w:rPr>
          <w:sz w:val="20"/>
          <w:szCs w:val="20"/>
          <w:u w:val="single"/>
        </w:rPr>
      </w:pPr>
      <w:r w:rsidRPr="00B55180">
        <w:rPr>
          <w:sz w:val="20"/>
          <w:szCs w:val="20"/>
          <w:u w:val="single"/>
        </w:rPr>
        <w:t>reprezentowany przez:</w:t>
      </w:r>
    </w:p>
    <w:p w:rsidR="0030608F" w:rsidRDefault="0030608F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30608F" w:rsidRPr="00B55180" w:rsidRDefault="0030608F" w:rsidP="00982AE9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(imię, nazwisko, stanowisko/podstawa do reprezentacji)</w:t>
      </w:r>
    </w:p>
    <w:p w:rsidR="0030608F" w:rsidRPr="00B55180" w:rsidRDefault="0030608F" w:rsidP="00982AE9"/>
    <w:p w:rsidR="0030608F" w:rsidRPr="00B55180" w:rsidRDefault="0030608F" w:rsidP="00982AE9">
      <w:pPr>
        <w:spacing w:after="120"/>
        <w:jc w:val="center"/>
        <w:rPr>
          <w:b/>
          <w:u w:val="single"/>
        </w:rPr>
      </w:pPr>
      <w:r w:rsidRPr="00B55180">
        <w:rPr>
          <w:b/>
          <w:u w:val="single"/>
        </w:rPr>
        <w:t xml:space="preserve">Oświadczenie wykonawcy </w:t>
      </w:r>
    </w:p>
    <w:p w:rsidR="0030608F" w:rsidRPr="00B55180" w:rsidRDefault="0030608F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składane na podstawie art. 25a ust. 1 ustawy z dnia 29 stycznia 2004 r. </w:t>
      </w:r>
    </w:p>
    <w:p w:rsidR="0030608F" w:rsidRPr="00B55180" w:rsidRDefault="0030608F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Prawo zamówień publicznych (dalej jako: ustawa Pzp), </w:t>
      </w:r>
    </w:p>
    <w:p w:rsidR="0030608F" w:rsidRDefault="0030608F" w:rsidP="00982AE9">
      <w:pPr>
        <w:jc w:val="both"/>
        <w:rPr>
          <w:sz w:val="21"/>
          <w:szCs w:val="21"/>
        </w:rPr>
      </w:pPr>
    </w:p>
    <w:p w:rsidR="0030608F" w:rsidRPr="00B55180" w:rsidRDefault="0030608F" w:rsidP="005115F0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30608F" w:rsidRPr="00B55180" w:rsidRDefault="0030608F" w:rsidP="00982AE9">
      <w:pPr>
        <w:jc w:val="both"/>
        <w:rPr>
          <w:sz w:val="21"/>
          <w:szCs w:val="21"/>
        </w:rPr>
      </w:pPr>
    </w:p>
    <w:p w:rsidR="0030608F" w:rsidRDefault="0030608F" w:rsidP="0066453D">
      <w:pPr>
        <w:spacing w:line="276" w:lineRule="auto"/>
        <w:ind w:left="357"/>
        <w:jc w:val="both"/>
        <w:rPr>
          <w:b/>
          <w:kern w:val="1"/>
          <w:sz w:val="20"/>
          <w:szCs w:val="20"/>
          <w:lang w:val="pl-PL" w:eastAsia="zh-CN"/>
        </w:rPr>
      </w:pPr>
      <w:r w:rsidRPr="008A676A">
        <w:rPr>
          <w:sz w:val="20"/>
          <w:szCs w:val="20"/>
        </w:rPr>
        <w:t xml:space="preserve">Na potrzeby postępowania o udzielenie zamówienia publicznego </w:t>
      </w:r>
      <w:r w:rsidRPr="008A676A">
        <w:rPr>
          <w:bCs/>
          <w:sz w:val="20"/>
          <w:szCs w:val="20"/>
          <w:lang w:eastAsia="ar-SA"/>
        </w:rPr>
        <w:t>pn.</w:t>
      </w:r>
      <w:r>
        <w:rPr>
          <w:b/>
          <w:bCs/>
          <w:sz w:val="20"/>
          <w:szCs w:val="20"/>
          <w:lang w:eastAsia="ar-SA"/>
        </w:rPr>
        <w:t xml:space="preserve"> </w:t>
      </w:r>
      <w:r w:rsidRPr="0066453D">
        <w:rPr>
          <w:b/>
          <w:kern w:val="1"/>
          <w:sz w:val="20"/>
          <w:szCs w:val="20"/>
          <w:lang w:val="pl-PL" w:eastAsia="zh-CN"/>
        </w:rPr>
        <w:t>„</w:t>
      </w:r>
      <w:r>
        <w:rPr>
          <w:b/>
          <w:kern w:val="1"/>
          <w:sz w:val="20"/>
          <w:szCs w:val="20"/>
          <w:lang w:val="pl-PL" w:eastAsia="zh-CN"/>
        </w:rPr>
        <w:t>Odnowienie elewacji i dachów zabytkowych kamienic na Starym Rynku</w:t>
      </w:r>
      <w:r w:rsidRPr="0066453D">
        <w:rPr>
          <w:b/>
          <w:kern w:val="1"/>
          <w:sz w:val="20"/>
          <w:szCs w:val="20"/>
          <w:lang w:val="pl-PL" w:eastAsia="zh-CN"/>
        </w:rPr>
        <w:t>”</w:t>
      </w:r>
      <w:r>
        <w:rPr>
          <w:b/>
          <w:kern w:val="1"/>
          <w:sz w:val="20"/>
          <w:szCs w:val="20"/>
          <w:lang w:val="pl-PL" w:eastAsia="zh-CN"/>
        </w:rPr>
        <w:t>:</w:t>
      </w:r>
    </w:p>
    <w:p w:rsidR="0030608F" w:rsidRPr="00AB6868" w:rsidRDefault="0030608F" w:rsidP="00AB6868">
      <w:pPr>
        <w:rPr>
          <w:b/>
          <w:sz w:val="22"/>
          <w:szCs w:val="22"/>
        </w:rPr>
      </w:pPr>
      <w:r w:rsidRPr="00AB6868">
        <w:rPr>
          <w:sz w:val="22"/>
          <w:szCs w:val="22"/>
        </w:rPr>
        <w:t xml:space="preserve">      Część I:</w:t>
      </w:r>
      <w:r w:rsidRPr="00AB6868">
        <w:rPr>
          <w:b/>
          <w:sz w:val="22"/>
          <w:szCs w:val="22"/>
        </w:rPr>
        <w:t xml:space="preserve"> „ Remont elewacji budynku mieszkalnego przy ul. Rynek 28 w Sandomierzu” *</w:t>
      </w:r>
    </w:p>
    <w:p w:rsidR="0030608F" w:rsidRDefault="0030608F" w:rsidP="00AB686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Pr="00AB6868">
        <w:rPr>
          <w:sz w:val="22"/>
          <w:szCs w:val="22"/>
        </w:rPr>
        <w:t>Część II:</w:t>
      </w:r>
      <w:r>
        <w:rPr>
          <w:b/>
          <w:sz w:val="22"/>
          <w:szCs w:val="22"/>
        </w:rPr>
        <w:t xml:space="preserve"> „Wymiana pokrycia dachu i remont elewacji budynku mieszkalnego przy ul.   </w:t>
      </w:r>
    </w:p>
    <w:p w:rsidR="0030608F" w:rsidRPr="008D06AC" w:rsidRDefault="0030608F" w:rsidP="00AB686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Rynek 30 w Sandomierzu” </w:t>
      </w:r>
      <w:r>
        <w:rPr>
          <w:sz w:val="22"/>
          <w:szCs w:val="22"/>
        </w:rPr>
        <w:t>*</w:t>
      </w:r>
    </w:p>
    <w:p w:rsidR="0030608F" w:rsidRDefault="0030608F" w:rsidP="00AB6868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AB6868">
        <w:rPr>
          <w:sz w:val="22"/>
          <w:szCs w:val="22"/>
        </w:rPr>
        <w:t>Część III:</w:t>
      </w:r>
      <w:r>
        <w:rPr>
          <w:b/>
          <w:sz w:val="22"/>
          <w:szCs w:val="22"/>
        </w:rPr>
        <w:t xml:space="preserve"> „Remont elewacji budynku mieszkalnego przy ul. Zamkowej 6 w Sandomierzu” *</w:t>
      </w:r>
    </w:p>
    <w:p w:rsidR="0030608F" w:rsidRDefault="0030608F" w:rsidP="00AB6868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AB6868">
        <w:rPr>
          <w:sz w:val="22"/>
          <w:szCs w:val="22"/>
        </w:rPr>
        <w:t>Część IV</w:t>
      </w:r>
      <w:r>
        <w:rPr>
          <w:b/>
          <w:sz w:val="22"/>
          <w:szCs w:val="22"/>
        </w:rPr>
        <w:t>: „Remont elewacji budynku mieszkalnego przy ul. Zamkowej 8 w Sandomierzu” *</w:t>
      </w:r>
    </w:p>
    <w:p w:rsidR="0030608F" w:rsidRDefault="0030608F" w:rsidP="00AB6868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AB6868">
        <w:rPr>
          <w:sz w:val="22"/>
          <w:szCs w:val="22"/>
        </w:rPr>
        <w:t>Część V:</w:t>
      </w:r>
      <w:r>
        <w:rPr>
          <w:b/>
          <w:sz w:val="22"/>
          <w:szCs w:val="22"/>
        </w:rPr>
        <w:t xml:space="preserve"> „Remont elewacji budynku mieszkalnego przy ul. Opatowskiej 17 </w:t>
      </w:r>
    </w:p>
    <w:p w:rsidR="0030608F" w:rsidRDefault="0030608F" w:rsidP="00AB686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w Sandomierzu” *</w:t>
      </w:r>
    </w:p>
    <w:p w:rsidR="0030608F" w:rsidRPr="0066453D" w:rsidRDefault="0030608F" w:rsidP="0066453D">
      <w:pPr>
        <w:spacing w:line="276" w:lineRule="auto"/>
        <w:ind w:left="357"/>
        <w:jc w:val="both"/>
        <w:rPr>
          <w:b/>
          <w:kern w:val="1"/>
          <w:sz w:val="20"/>
          <w:szCs w:val="20"/>
          <w:lang w:val="pl-PL" w:eastAsia="zh-CN"/>
        </w:rPr>
      </w:pPr>
      <w:r w:rsidRPr="005E4555">
        <w:rPr>
          <w:i/>
          <w:sz w:val="20"/>
          <w:szCs w:val="20"/>
        </w:rPr>
        <w:t xml:space="preserve"> </w:t>
      </w:r>
      <w:r w:rsidRPr="005E4555">
        <w:rPr>
          <w:sz w:val="20"/>
          <w:szCs w:val="20"/>
        </w:rPr>
        <w:t>oświadczam, co następuje:</w:t>
      </w:r>
    </w:p>
    <w:p w:rsidR="0030608F" w:rsidRDefault="0030608F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30608F" w:rsidRDefault="0030608F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30608F" w:rsidRPr="00B55180" w:rsidRDefault="0030608F" w:rsidP="00982AE9">
      <w:pPr>
        <w:shd w:val="clear" w:color="auto" w:fill="BFBFBF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30608F" w:rsidRPr="00720655" w:rsidRDefault="0030608F" w:rsidP="00982AE9">
      <w:pPr>
        <w:jc w:val="both"/>
      </w:pPr>
    </w:p>
    <w:p w:rsidR="0030608F" w:rsidRPr="00B55180" w:rsidRDefault="0030608F" w:rsidP="00982A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B55180">
        <w:rPr>
          <w:rFonts w:ascii="Times New Roman" w:hAnsi="Times New Roman"/>
          <w:sz w:val="21"/>
          <w:szCs w:val="21"/>
        </w:rPr>
        <w:t xml:space="preserve">Oświadczam, że nie podlegam wykluczeniu z postępowania na podstawie </w:t>
      </w:r>
      <w:r>
        <w:rPr>
          <w:rFonts w:ascii="Times New Roman" w:hAnsi="Times New Roman"/>
          <w:sz w:val="21"/>
          <w:szCs w:val="21"/>
        </w:rPr>
        <w:t>art</w:t>
      </w:r>
      <w:r w:rsidRPr="00B55180">
        <w:rPr>
          <w:rFonts w:ascii="Times New Roman" w:hAnsi="Times New Roman"/>
          <w:sz w:val="21"/>
          <w:szCs w:val="21"/>
        </w:rPr>
        <w:t>. 24 ust 1 pkt 12-23 ustawy Pzp.</w:t>
      </w:r>
    </w:p>
    <w:p w:rsidR="0030608F" w:rsidRPr="00B55180" w:rsidRDefault="0030608F" w:rsidP="00982A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55180">
        <w:rPr>
          <w:rFonts w:ascii="Times New Roman" w:hAnsi="Times New Roman"/>
          <w:sz w:val="21"/>
          <w:szCs w:val="21"/>
        </w:rPr>
        <w:t xml:space="preserve">Oświadczam, że nie podlegam wykluczeniu z postępowania na podstawie </w:t>
      </w:r>
      <w:r>
        <w:rPr>
          <w:rFonts w:ascii="Times New Roman" w:hAnsi="Times New Roman"/>
          <w:sz w:val="21"/>
          <w:szCs w:val="21"/>
        </w:rPr>
        <w:t>art</w:t>
      </w:r>
      <w:r w:rsidRPr="00B55180">
        <w:rPr>
          <w:rFonts w:ascii="Times New Roman" w:hAnsi="Times New Roman"/>
          <w:sz w:val="21"/>
          <w:szCs w:val="21"/>
        </w:rPr>
        <w:t>. 24 ust. 5</w:t>
      </w:r>
      <w:r>
        <w:rPr>
          <w:rFonts w:ascii="Times New Roman" w:hAnsi="Times New Roman"/>
          <w:sz w:val="21"/>
          <w:szCs w:val="21"/>
        </w:rPr>
        <w:t xml:space="preserve"> pkt. 1</w:t>
      </w:r>
      <w:r w:rsidRPr="00B55180">
        <w:rPr>
          <w:rFonts w:ascii="Times New Roman" w:hAnsi="Times New Roman"/>
          <w:sz w:val="21"/>
          <w:szCs w:val="21"/>
        </w:rPr>
        <w:t xml:space="preserve"> ustawy Pzp</w:t>
      </w:r>
      <w:r w:rsidRPr="00B55180">
        <w:rPr>
          <w:rFonts w:ascii="Times New Roman" w:hAnsi="Times New Roman"/>
          <w:sz w:val="16"/>
          <w:szCs w:val="16"/>
        </w:rPr>
        <w:t>.</w:t>
      </w:r>
    </w:p>
    <w:p w:rsidR="0030608F" w:rsidRPr="00B55180" w:rsidRDefault="0030608F" w:rsidP="00982AE9">
      <w:pPr>
        <w:jc w:val="both"/>
        <w:rPr>
          <w:i/>
          <w:sz w:val="20"/>
          <w:szCs w:val="20"/>
        </w:rPr>
      </w:pPr>
    </w:p>
    <w:p w:rsidR="0030608F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30608F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>
        <w:rPr>
          <w:sz w:val="20"/>
          <w:szCs w:val="20"/>
        </w:rPr>
        <w:t xml:space="preserve">             </w:t>
      </w:r>
      <w:r w:rsidRPr="00B55180">
        <w:rPr>
          <w:sz w:val="20"/>
          <w:szCs w:val="20"/>
        </w:rPr>
        <w:t>…………………………………………</w:t>
      </w:r>
    </w:p>
    <w:p w:rsidR="0030608F" w:rsidRPr="00B55180" w:rsidRDefault="0030608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30608F" w:rsidRDefault="0030608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Oświadczam, że zachodzą w stosunku do mnie podstawy wykluczenia z postępowania na podstawie art. …</w:t>
      </w:r>
      <w:r>
        <w:rPr>
          <w:sz w:val="21"/>
          <w:szCs w:val="21"/>
        </w:rPr>
        <w:t>ust.</w:t>
      </w:r>
      <w:r w:rsidRPr="00B55180">
        <w:rPr>
          <w:sz w:val="21"/>
          <w:szCs w:val="21"/>
        </w:rPr>
        <w:t>……</w:t>
      </w:r>
      <w:r>
        <w:rPr>
          <w:sz w:val="21"/>
          <w:szCs w:val="21"/>
        </w:rPr>
        <w:t>pkt</w:t>
      </w:r>
      <w:r w:rsidRPr="00B55180">
        <w:rPr>
          <w:sz w:val="21"/>
          <w:szCs w:val="21"/>
        </w:rPr>
        <w:t>…. ustawy Pzp</w:t>
      </w:r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(podać mającą zastosowanie podstawę wykluczenia spośród wymienionych w art. 24 ust. 1 pkt 13-14, 16-20 lub art. 24 ust. 5 ustawy Pzp).</w:t>
      </w:r>
      <w:r w:rsidRPr="00B55180">
        <w:rPr>
          <w:sz w:val="20"/>
          <w:szCs w:val="20"/>
        </w:rPr>
        <w:t xml:space="preserve"> </w:t>
      </w:r>
      <w:r w:rsidRPr="00B55180">
        <w:rPr>
          <w:sz w:val="21"/>
          <w:szCs w:val="21"/>
        </w:rPr>
        <w:t>Jednocześnie oświadczam, że w związku z ww. Okolicznością, na podstawie art. 24 ust. 8 ustawy Pzp podjąłem następujące środki naprawcze:</w:t>
      </w:r>
    </w:p>
    <w:p w:rsidR="0030608F" w:rsidRPr="00B55180" w:rsidRDefault="0030608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30608F" w:rsidRPr="00B55180" w:rsidRDefault="0030608F" w:rsidP="00982AE9">
      <w:pPr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</w:t>
      </w:r>
      <w:r w:rsidRPr="00B55180">
        <w:rPr>
          <w:i/>
          <w:sz w:val="20"/>
          <w:szCs w:val="20"/>
        </w:rPr>
        <w:t xml:space="preserve">, </w:t>
      </w:r>
      <w:r w:rsidRPr="00B55180">
        <w:rPr>
          <w:sz w:val="20"/>
          <w:szCs w:val="20"/>
        </w:rPr>
        <w:t xml:space="preserve">dnia …………………. R. 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30608F" w:rsidRPr="00B55180" w:rsidRDefault="0030608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30608F" w:rsidRPr="00B55180" w:rsidRDefault="0030608F" w:rsidP="00982AE9">
      <w:pPr>
        <w:jc w:val="both"/>
        <w:rPr>
          <w:i/>
        </w:rPr>
      </w:pPr>
    </w:p>
    <w:p w:rsidR="0030608F" w:rsidRPr="00B55180" w:rsidRDefault="0030608F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30608F" w:rsidRPr="00B55180" w:rsidRDefault="0030608F" w:rsidP="00982AE9">
      <w:pPr>
        <w:jc w:val="both"/>
        <w:rPr>
          <w:b/>
        </w:rPr>
      </w:pPr>
    </w:p>
    <w:p w:rsidR="0030608F" w:rsidRPr="00B55180" w:rsidRDefault="0030608F" w:rsidP="00982AE9">
      <w:pPr>
        <w:jc w:val="both"/>
        <w:rPr>
          <w:i/>
          <w:sz w:val="20"/>
          <w:szCs w:val="20"/>
        </w:rPr>
      </w:pPr>
      <w:r w:rsidRPr="00B55180">
        <w:rPr>
          <w:sz w:val="21"/>
          <w:szCs w:val="21"/>
        </w:rPr>
        <w:t>Oświadczam, że następujący/e podmiot/y, na którego/ych zasoby powołuję się w niniejszym postępowaniu, tj.: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(podać pełną nazwę/firmę, adres, a także w zależności od podmiotu: NIP/PESEL, KRS/CeiDG)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nie podlega/ją wykluczeniu z postępowania o udzielenie zamówienia.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dnia …………………. R.</w:t>
      </w:r>
      <w:r w:rsidRPr="00B55180">
        <w:rPr>
          <w:sz w:val="20"/>
          <w:szCs w:val="20"/>
        </w:rPr>
        <w:t xml:space="preserve"> 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30608F" w:rsidRPr="00B55180" w:rsidRDefault="0030608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30608F" w:rsidRPr="00B55180" w:rsidRDefault="0030608F" w:rsidP="00982AE9">
      <w:pPr>
        <w:jc w:val="both"/>
        <w:rPr>
          <w:b/>
        </w:rPr>
      </w:pPr>
    </w:p>
    <w:p w:rsidR="0030608F" w:rsidRPr="00B55180" w:rsidRDefault="0030608F" w:rsidP="00982AE9">
      <w:pPr>
        <w:shd w:val="clear" w:color="auto" w:fill="BFBFBF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30608F" w:rsidRPr="00B55180" w:rsidRDefault="0030608F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30608F" w:rsidRPr="00B55180" w:rsidRDefault="0030608F" w:rsidP="00982AE9">
      <w:pPr>
        <w:jc w:val="both"/>
        <w:rPr>
          <w:b/>
        </w:rPr>
      </w:pPr>
    </w:p>
    <w:p w:rsidR="0030608F" w:rsidRPr="00B55180" w:rsidRDefault="0030608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Oświadczam, że następujący/e podmiot/y, będący/e podwyko</w:t>
      </w:r>
      <w:r>
        <w:rPr>
          <w:sz w:val="21"/>
          <w:szCs w:val="21"/>
        </w:rPr>
        <w:t xml:space="preserve">nawcą/ami: …………………………………… </w:t>
      </w:r>
      <w:r w:rsidRPr="00B55180">
        <w:rPr>
          <w:i/>
          <w:sz w:val="16"/>
          <w:szCs w:val="16"/>
        </w:rPr>
        <w:t>(podać pełną nazwę/firmę, adres, a także w zależności od podmiotu: NIP/PESEL, KRS/CeiDG)</w:t>
      </w:r>
      <w:r w:rsidRPr="00B55180">
        <w:rPr>
          <w:sz w:val="16"/>
          <w:szCs w:val="16"/>
        </w:rPr>
        <w:t xml:space="preserve">, </w:t>
      </w:r>
      <w:r w:rsidRPr="00B55180">
        <w:rPr>
          <w:sz w:val="21"/>
          <w:szCs w:val="21"/>
        </w:rPr>
        <w:t xml:space="preserve">nie podlega/ą wykluczeniu </w:t>
      </w:r>
      <w:r>
        <w:rPr>
          <w:sz w:val="21"/>
          <w:szCs w:val="21"/>
        </w:rPr>
        <w:br/>
      </w:r>
      <w:r w:rsidRPr="00B55180">
        <w:rPr>
          <w:sz w:val="21"/>
          <w:szCs w:val="21"/>
        </w:rPr>
        <w:t>z postępowania o udzielenie zamówienia.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dnia …………………. R.</w:t>
      </w:r>
      <w:r w:rsidRPr="00B55180">
        <w:rPr>
          <w:sz w:val="20"/>
          <w:szCs w:val="20"/>
        </w:rPr>
        <w:t xml:space="preserve"> 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30608F" w:rsidRPr="00B55180" w:rsidRDefault="0030608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30608F" w:rsidRPr="00B55180" w:rsidRDefault="0030608F" w:rsidP="00982AE9">
      <w:pPr>
        <w:jc w:val="both"/>
        <w:rPr>
          <w:i/>
        </w:rPr>
      </w:pPr>
    </w:p>
    <w:p w:rsidR="0030608F" w:rsidRPr="00B55180" w:rsidRDefault="0030608F" w:rsidP="00982AE9">
      <w:pPr>
        <w:jc w:val="both"/>
        <w:rPr>
          <w:i/>
        </w:rPr>
      </w:pPr>
    </w:p>
    <w:p w:rsidR="0030608F" w:rsidRPr="00B55180" w:rsidRDefault="0030608F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30608F" w:rsidRPr="00B55180" w:rsidRDefault="0030608F" w:rsidP="00982AE9">
      <w:pPr>
        <w:jc w:val="both"/>
        <w:rPr>
          <w:b/>
        </w:rPr>
      </w:pPr>
    </w:p>
    <w:p w:rsidR="0030608F" w:rsidRPr="00B55180" w:rsidRDefault="0030608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Oświadczam, że wszystkie informacje podane w powyższych oświadczeniach są aktualne </w:t>
      </w:r>
      <w:r w:rsidRPr="00B55180">
        <w:rPr>
          <w:sz w:val="21"/>
          <w:szCs w:val="21"/>
        </w:rPr>
        <w:br/>
      </w:r>
      <w:r>
        <w:rPr>
          <w:sz w:val="21"/>
          <w:szCs w:val="21"/>
        </w:rPr>
        <w:t>I</w:t>
      </w:r>
      <w:r w:rsidRPr="00B55180">
        <w:rPr>
          <w:sz w:val="21"/>
          <w:szCs w:val="21"/>
        </w:rPr>
        <w:t xml:space="preserve"> zgodne z prawdą oraz zostały przedstawione z pełną świadomością konsekwencji wprowadzenia zamawiającego w błąd przy przedsta</w:t>
      </w:r>
      <w:r>
        <w:rPr>
          <w:sz w:val="21"/>
          <w:szCs w:val="21"/>
        </w:rPr>
        <w:t>w</w:t>
      </w:r>
      <w:r w:rsidRPr="00B55180">
        <w:rPr>
          <w:sz w:val="21"/>
          <w:szCs w:val="21"/>
        </w:rPr>
        <w:t>ianiu informacji.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dnia …………………. R.</w:t>
      </w:r>
      <w:r w:rsidRPr="00B55180">
        <w:rPr>
          <w:sz w:val="20"/>
          <w:szCs w:val="20"/>
        </w:rPr>
        <w:t xml:space="preserve"> 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30608F" w:rsidRPr="005A0DB2" w:rsidRDefault="0030608F" w:rsidP="005A0DB2">
      <w:pPr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</w:t>
      </w:r>
    </w:p>
    <w:p w:rsidR="0030608F" w:rsidRDefault="0030608F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30608F" w:rsidRPr="00E461E2" w:rsidRDefault="0030608F" w:rsidP="00E461E2">
      <w:pPr>
        <w:spacing w:before="120"/>
        <w:rPr>
          <w:sz w:val="20"/>
          <w:szCs w:val="20"/>
        </w:rPr>
      </w:pPr>
      <w:r w:rsidRPr="00E461E2">
        <w:rPr>
          <w:sz w:val="20"/>
          <w:szCs w:val="20"/>
        </w:rPr>
        <w:t>*niepotrzebne skreślić</w:t>
      </w:r>
    </w:p>
    <w:p w:rsidR="0030608F" w:rsidRDefault="0030608F" w:rsidP="004E7F88">
      <w:pPr>
        <w:spacing w:before="120"/>
        <w:rPr>
          <w:b/>
          <w:sz w:val="27"/>
          <w:szCs w:val="27"/>
          <w:u w:val="single"/>
        </w:rPr>
      </w:pPr>
    </w:p>
    <w:p w:rsidR="0030608F" w:rsidRPr="00B55180" w:rsidRDefault="0030608F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 xml:space="preserve">DOTYCZĄCE SPEŁNIANIA WARUNKÓW UDZIAŁU </w:t>
      </w:r>
      <w:r>
        <w:rPr>
          <w:b/>
          <w:sz w:val="27"/>
          <w:szCs w:val="27"/>
          <w:u w:val="single"/>
        </w:rPr>
        <w:br/>
      </w:r>
      <w:r w:rsidRPr="00B55180">
        <w:rPr>
          <w:b/>
          <w:sz w:val="27"/>
          <w:szCs w:val="27"/>
          <w:u w:val="single"/>
        </w:rPr>
        <w:t xml:space="preserve">W POSTĘPOWANIU </w:t>
      </w:r>
      <w:r w:rsidRPr="00B55180">
        <w:rPr>
          <w:b/>
          <w:sz w:val="27"/>
          <w:szCs w:val="27"/>
          <w:u w:val="single"/>
        </w:rPr>
        <w:br/>
      </w:r>
    </w:p>
    <w:p w:rsidR="0030608F" w:rsidRDefault="0030608F" w:rsidP="004E7F88">
      <w:pPr>
        <w:spacing w:line="276" w:lineRule="auto"/>
        <w:ind w:left="357"/>
        <w:jc w:val="both"/>
        <w:rPr>
          <w:b/>
          <w:kern w:val="1"/>
          <w:sz w:val="20"/>
          <w:szCs w:val="20"/>
          <w:lang w:val="pl-PL" w:eastAsia="zh-CN"/>
        </w:rPr>
      </w:pPr>
      <w:r w:rsidRPr="008A676A">
        <w:rPr>
          <w:sz w:val="20"/>
          <w:szCs w:val="20"/>
        </w:rPr>
        <w:t xml:space="preserve">Na potrzeby postępowania o udzielenie zamówienia publicznego </w:t>
      </w:r>
      <w:r w:rsidRPr="008A676A">
        <w:rPr>
          <w:bCs/>
          <w:sz w:val="20"/>
          <w:szCs w:val="20"/>
          <w:lang w:eastAsia="ar-SA"/>
        </w:rPr>
        <w:t>pn.</w:t>
      </w:r>
      <w:r>
        <w:rPr>
          <w:b/>
          <w:bCs/>
          <w:sz w:val="20"/>
          <w:szCs w:val="20"/>
          <w:lang w:eastAsia="ar-SA"/>
        </w:rPr>
        <w:t xml:space="preserve"> </w:t>
      </w:r>
      <w:r w:rsidRPr="0066453D">
        <w:rPr>
          <w:b/>
          <w:kern w:val="1"/>
          <w:sz w:val="20"/>
          <w:szCs w:val="20"/>
          <w:lang w:val="pl-PL" w:eastAsia="zh-CN"/>
        </w:rPr>
        <w:t>„</w:t>
      </w:r>
      <w:r>
        <w:rPr>
          <w:b/>
          <w:kern w:val="1"/>
          <w:sz w:val="20"/>
          <w:szCs w:val="20"/>
          <w:lang w:val="pl-PL" w:eastAsia="zh-CN"/>
        </w:rPr>
        <w:t>Odnowienie elewacji i dachów zabytkowych kamienic na Starym Rynku</w:t>
      </w:r>
      <w:r w:rsidRPr="0066453D">
        <w:rPr>
          <w:b/>
          <w:kern w:val="1"/>
          <w:sz w:val="20"/>
          <w:szCs w:val="20"/>
          <w:lang w:val="pl-PL" w:eastAsia="zh-CN"/>
        </w:rPr>
        <w:t>”</w:t>
      </w:r>
      <w:r>
        <w:rPr>
          <w:b/>
          <w:kern w:val="1"/>
          <w:sz w:val="20"/>
          <w:szCs w:val="20"/>
          <w:lang w:val="pl-PL" w:eastAsia="zh-CN"/>
        </w:rPr>
        <w:t>:</w:t>
      </w:r>
    </w:p>
    <w:p w:rsidR="0030608F" w:rsidRPr="008D06AC" w:rsidRDefault="0030608F" w:rsidP="00AB6868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AB6868">
        <w:rPr>
          <w:sz w:val="22"/>
          <w:szCs w:val="22"/>
        </w:rPr>
        <w:t>Część I:</w:t>
      </w:r>
      <w:r>
        <w:rPr>
          <w:b/>
          <w:sz w:val="22"/>
          <w:szCs w:val="22"/>
        </w:rPr>
        <w:t xml:space="preserve"> „ Remont elewacji budynku mieszkalnego przy ul. Rynek 28 w Sandomierzu” </w:t>
      </w:r>
      <w:r>
        <w:rPr>
          <w:sz w:val="22"/>
          <w:szCs w:val="22"/>
        </w:rPr>
        <w:t>*</w:t>
      </w:r>
    </w:p>
    <w:p w:rsidR="0030608F" w:rsidRDefault="0030608F" w:rsidP="00AB6868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AB6868">
        <w:rPr>
          <w:sz w:val="22"/>
          <w:szCs w:val="22"/>
        </w:rPr>
        <w:t>Część II:</w:t>
      </w:r>
      <w:r>
        <w:rPr>
          <w:b/>
          <w:sz w:val="22"/>
          <w:szCs w:val="22"/>
        </w:rPr>
        <w:t xml:space="preserve"> „Wymiana pokrycia dachu i remont elewacji budynku mieszkalnego przy ul. </w:t>
      </w:r>
    </w:p>
    <w:p w:rsidR="0030608F" w:rsidRPr="008D06AC" w:rsidRDefault="0030608F" w:rsidP="00AB686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Rynek 30 w Sandomierzu” </w:t>
      </w:r>
      <w:r>
        <w:rPr>
          <w:sz w:val="22"/>
          <w:szCs w:val="22"/>
        </w:rPr>
        <w:t>*</w:t>
      </w:r>
    </w:p>
    <w:p w:rsidR="0030608F" w:rsidRDefault="0030608F" w:rsidP="00AB6868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AB6868">
        <w:rPr>
          <w:sz w:val="22"/>
          <w:szCs w:val="22"/>
        </w:rPr>
        <w:t>Część III:</w:t>
      </w:r>
      <w:r>
        <w:rPr>
          <w:b/>
          <w:sz w:val="22"/>
          <w:szCs w:val="22"/>
        </w:rPr>
        <w:t xml:space="preserve"> „Remont elewacji budynku mieszkalnego przy ul. Zamkowej 6 w Sandomierzu”* </w:t>
      </w:r>
    </w:p>
    <w:p w:rsidR="0030608F" w:rsidRDefault="0030608F" w:rsidP="00AB6868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AB6868">
        <w:rPr>
          <w:sz w:val="22"/>
          <w:szCs w:val="22"/>
        </w:rPr>
        <w:t>Część IV</w:t>
      </w:r>
      <w:r>
        <w:rPr>
          <w:b/>
          <w:sz w:val="22"/>
          <w:szCs w:val="22"/>
        </w:rPr>
        <w:t>: „Remont elewacji budynku mieszkalnego przy ul. Zamkowej 8 w Sandomierzu” *</w:t>
      </w:r>
    </w:p>
    <w:p w:rsidR="0030608F" w:rsidRDefault="0030608F" w:rsidP="00AB6868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AB6868">
        <w:rPr>
          <w:sz w:val="22"/>
          <w:szCs w:val="22"/>
        </w:rPr>
        <w:t>Część V:</w:t>
      </w:r>
      <w:r>
        <w:rPr>
          <w:b/>
          <w:sz w:val="22"/>
          <w:szCs w:val="22"/>
        </w:rPr>
        <w:t xml:space="preserve"> „Remont elewacji budynku mieszkalnego przy ul. Opatowskiej 17 </w:t>
      </w:r>
    </w:p>
    <w:p w:rsidR="0030608F" w:rsidRDefault="0030608F" w:rsidP="00AB6868">
      <w:pPr>
        <w:ind w:left="78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w Sandomierzu” *</w:t>
      </w:r>
    </w:p>
    <w:p w:rsidR="0030608F" w:rsidRPr="004E7F88" w:rsidRDefault="0030608F" w:rsidP="00AB6868">
      <w:pPr>
        <w:ind w:left="786"/>
        <w:rPr>
          <w:b/>
          <w:sz w:val="22"/>
          <w:szCs w:val="22"/>
        </w:rPr>
      </w:pPr>
    </w:p>
    <w:p w:rsidR="0030608F" w:rsidRPr="0066453D" w:rsidRDefault="0030608F" w:rsidP="004E7F88">
      <w:pPr>
        <w:spacing w:line="276" w:lineRule="auto"/>
        <w:ind w:left="357"/>
        <w:jc w:val="both"/>
        <w:rPr>
          <w:b/>
          <w:kern w:val="1"/>
          <w:sz w:val="20"/>
          <w:szCs w:val="20"/>
          <w:lang w:val="pl-PL" w:eastAsia="zh-CN"/>
        </w:rPr>
      </w:pPr>
      <w:r w:rsidRPr="005E4555">
        <w:rPr>
          <w:i/>
          <w:sz w:val="20"/>
          <w:szCs w:val="20"/>
        </w:rPr>
        <w:t xml:space="preserve"> </w:t>
      </w:r>
      <w:r w:rsidRPr="005E4555">
        <w:rPr>
          <w:sz w:val="20"/>
          <w:szCs w:val="20"/>
        </w:rPr>
        <w:t>oświadczam, co następuje:</w:t>
      </w:r>
    </w:p>
    <w:p w:rsidR="0030608F" w:rsidRDefault="0030608F" w:rsidP="00982AE9">
      <w:pPr>
        <w:ind w:firstLine="709"/>
        <w:jc w:val="both"/>
        <w:rPr>
          <w:sz w:val="21"/>
          <w:szCs w:val="21"/>
        </w:rPr>
      </w:pPr>
    </w:p>
    <w:p w:rsidR="0030608F" w:rsidRPr="00B55180" w:rsidRDefault="0030608F" w:rsidP="00982AE9">
      <w:pPr>
        <w:ind w:firstLine="709"/>
        <w:jc w:val="both"/>
        <w:rPr>
          <w:sz w:val="21"/>
          <w:szCs w:val="21"/>
        </w:rPr>
      </w:pPr>
    </w:p>
    <w:p w:rsidR="0030608F" w:rsidRPr="00B55180" w:rsidRDefault="0030608F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30608F" w:rsidRPr="00B55180" w:rsidRDefault="0030608F" w:rsidP="00982AE9">
      <w:pPr>
        <w:jc w:val="both"/>
        <w:rPr>
          <w:sz w:val="21"/>
          <w:szCs w:val="21"/>
        </w:rPr>
      </w:pPr>
    </w:p>
    <w:p w:rsidR="0030608F" w:rsidRPr="00B55180" w:rsidRDefault="0030608F" w:rsidP="00982AE9">
      <w:pPr>
        <w:jc w:val="both"/>
        <w:rPr>
          <w:sz w:val="16"/>
          <w:szCs w:val="16"/>
        </w:rPr>
      </w:pPr>
      <w:r w:rsidRPr="00B55180">
        <w:rPr>
          <w:sz w:val="21"/>
          <w:szCs w:val="21"/>
        </w:rPr>
        <w:t>Oświadczam, że spełniam warunki udziału w postępowaniu określone przez zamawiającego w </w:t>
      </w:r>
      <w:r w:rsidRPr="00B55180">
        <w:rPr>
          <w:b/>
          <w:sz w:val="21"/>
          <w:szCs w:val="21"/>
        </w:rPr>
        <w:t>Specyfikacji Istotnych Warunków Zamówienia pkt. 5</w:t>
      </w:r>
      <w:r w:rsidRPr="00B55180">
        <w:rPr>
          <w:b/>
          <w:sz w:val="16"/>
          <w:szCs w:val="16"/>
        </w:rPr>
        <w:t>.</w:t>
      </w:r>
    </w:p>
    <w:p w:rsidR="0030608F" w:rsidRPr="00B55180" w:rsidRDefault="0030608F" w:rsidP="00982AE9">
      <w:pPr>
        <w:jc w:val="both"/>
        <w:rPr>
          <w:sz w:val="21"/>
          <w:szCs w:val="21"/>
        </w:rPr>
      </w:pPr>
    </w:p>
    <w:p w:rsidR="0030608F" w:rsidRPr="00B55180" w:rsidRDefault="0030608F" w:rsidP="00982AE9">
      <w:pPr>
        <w:jc w:val="both"/>
        <w:rPr>
          <w:sz w:val="21"/>
          <w:szCs w:val="21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30608F" w:rsidRPr="00B55180" w:rsidRDefault="0030608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30608F" w:rsidRPr="00B55180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Pr="00B55180" w:rsidRDefault="0030608F" w:rsidP="00982AE9">
      <w:pPr>
        <w:shd w:val="clear" w:color="auto" w:fill="BFBFBF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30608F" w:rsidRPr="00B55180" w:rsidRDefault="0030608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Oświadczam, że w celu wykazania spełniania warunków udziału w postępowaniu, określonych przez zamawiającego w</w:t>
      </w:r>
      <w:r w:rsidRPr="00B55180">
        <w:rPr>
          <w:b/>
          <w:sz w:val="21"/>
          <w:szCs w:val="21"/>
        </w:rPr>
        <w:t xml:space="preserve"> Specyfikacji Istotnych Warunków Zamówienia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polegam na zasobach następującego/ych podmiotu/ów: …………………………………………………………….</w:t>
      </w:r>
    </w:p>
    <w:p w:rsidR="0030608F" w:rsidRPr="00B55180" w:rsidRDefault="0030608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30608F" w:rsidRPr="00B55180" w:rsidRDefault="0030608F" w:rsidP="00982AE9">
      <w:pPr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 xml:space="preserve">(wskazać podmiot i określić odpowiedni zakres dla wskazanego podmiotu). </w:t>
      </w:r>
    </w:p>
    <w:p w:rsidR="0030608F" w:rsidRPr="00B55180" w:rsidRDefault="0030608F" w:rsidP="00982AE9">
      <w:pPr>
        <w:jc w:val="both"/>
        <w:rPr>
          <w:sz w:val="21"/>
          <w:szCs w:val="21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30608F" w:rsidRPr="00B55180" w:rsidRDefault="0030608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Default="0030608F" w:rsidP="00982AE9">
      <w:pPr>
        <w:ind w:left="5664" w:firstLine="708"/>
        <w:jc w:val="both"/>
        <w:rPr>
          <w:i/>
          <w:sz w:val="16"/>
          <w:szCs w:val="16"/>
        </w:rPr>
      </w:pPr>
    </w:p>
    <w:p w:rsidR="0030608F" w:rsidRPr="00B55180" w:rsidRDefault="0030608F" w:rsidP="00982AE9">
      <w:pPr>
        <w:ind w:left="5664" w:firstLine="708"/>
        <w:jc w:val="both"/>
        <w:rPr>
          <w:i/>
          <w:sz w:val="16"/>
          <w:szCs w:val="16"/>
        </w:rPr>
      </w:pPr>
      <w:bookmarkStart w:id="0" w:name="_GoBack"/>
      <w:bookmarkEnd w:id="0"/>
    </w:p>
    <w:p w:rsidR="0030608F" w:rsidRPr="00982AE9" w:rsidRDefault="0030608F" w:rsidP="00982AE9">
      <w:pPr>
        <w:shd w:val="clear" w:color="auto" w:fill="BFBFBF"/>
        <w:tabs>
          <w:tab w:val="left" w:pos="5530"/>
        </w:tabs>
        <w:jc w:val="both"/>
        <w:rPr>
          <w:i/>
          <w:sz w:val="16"/>
          <w:szCs w:val="16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30608F" w:rsidRPr="00B55180" w:rsidRDefault="0030608F" w:rsidP="00982AE9">
      <w:pPr>
        <w:jc w:val="both"/>
        <w:rPr>
          <w:sz w:val="21"/>
          <w:szCs w:val="21"/>
        </w:rPr>
      </w:pPr>
    </w:p>
    <w:p w:rsidR="0030608F" w:rsidRPr="00B55180" w:rsidRDefault="0030608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Oświadczam, że wszystkie informacje podane w powyższych oświadczeniach są aktualne </w:t>
      </w:r>
      <w:r w:rsidRPr="00B55180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Pr="00B55180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30608F" w:rsidRPr="00B55180" w:rsidRDefault="0030608F" w:rsidP="00982AE9">
      <w:pPr>
        <w:jc w:val="both"/>
        <w:rPr>
          <w:sz w:val="20"/>
          <w:szCs w:val="20"/>
        </w:rPr>
      </w:pPr>
    </w:p>
    <w:p w:rsidR="0030608F" w:rsidRDefault="0030608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30608F" w:rsidRPr="004E7F88" w:rsidRDefault="0030608F" w:rsidP="004E7F88">
      <w:pPr>
        <w:pStyle w:val="ListParagraph"/>
        <w:ind w:left="405"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Pr="004E7F88">
        <w:rPr>
          <w:sz w:val="20"/>
          <w:szCs w:val="20"/>
        </w:rPr>
        <w:t>niepotrzebne skreślić</w:t>
      </w:r>
    </w:p>
    <w:p w:rsidR="0030608F" w:rsidRPr="00982AE9" w:rsidRDefault="0030608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sectPr w:rsidR="0030608F" w:rsidRPr="00982AE9" w:rsidSect="007F1A7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08F" w:rsidRDefault="0030608F" w:rsidP="0068317C">
      <w:r>
        <w:separator/>
      </w:r>
    </w:p>
  </w:endnote>
  <w:endnote w:type="continuationSeparator" w:id="0">
    <w:p w:rsidR="0030608F" w:rsidRDefault="0030608F" w:rsidP="006831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08F" w:rsidRDefault="0030608F">
    <w:pPr>
      <w:pStyle w:val="Footer"/>
      <w:jc w:val="center"/>
    </w:pPr>
    <w:fldSimple w:instr="PAGE   \* MERGEFORMAT">
      <w:r w:rsidRPr="0054777A">
        <w:rPr>
          <w:noProof/>
          <w:lang w:val="pl-PL"/>
        </w:rPr>
        <w:t>2</w:t>
      </w:r>
    </w:fldSimple>
  </w:p>
  <w:p w:rsidR="0030608F" w:rsidRDefault="003060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08F" w:rsidRDefault="0030608F" w:rsidP="0068317C">
      <w:r>
        <w:separator/>
      </w:r>
    </w:p>
  </w:footnote>
  <w:footnote w:type="continuationSeparator" w:id="0">
    <w:p w:rsidR="0030608F" w:rsidRDefault="0030608F" w:rsidP="006831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930" w:type="dxa"/>
      <w:jc w:val="center"/>
      <w:tblLook w:val="00A0"/>
    </w:tblPr>
    <w:tblGrid>
      <w:gridCol w:w="8828"/>
      <w:gridCol w:w="230"/>
      <w:gridCol w:w="230"/>
    </w:tblGrid>
    <w:tr w:rsidR="0030608F" w:rsidRPr="00F5091B" w:rsidTr="00786693">
      <w:trPr>
        <w:jc w:val="center"/>
      </w:trPr>
      <w:tc>
        <w:tcPr>
          <w:tcW w:w="8490" w:type="dxa"/>
        </w:tcPr>
        <w:tbl>
          <w:tblPr>
            <w:tblW w:w="8694" w:type="dxa"/>
            <w:jc w:val="center"/>
            <w:tblLook w:val="00A0"/>
          </w:tblPr>
          <w:tblGrid>
            <w:gridCol w:w="8152"/>
            <w:gridCol w:w="230"/>
            <w:gridCol w:w="230"/>
          </w:tblGrid>
          <w:tr w:rsidR="0030608F" w:rsidRPr="00720655" w:rsidTr="007C0765">
            <w:trPr>
              <w:jc w:val="center"/>
            </w:trPr>
            <w:tc>
              <w:tcPr>
                <w:tcW w:w="2872" w:type="dxa"/>
              </w:tcPr>
              <w:tbl>
                <w:tblPr>
                  <w:tblW w:w="10949" w:type="dxa"/>
                  <w:tblLook w:val="00A0"/>
                </w:tblPr>
                <w:tblGrid>
                  <w:gridCol w:w="10949"/>
                </w:tblGrid>
                <w:tr w:rsidR="0030608F" w:rsidRPr="00720655" w:rsidTr="007C0765">
                  <w:trPr>
                    <w:trHeight w:val="727"/>
                  </w:trPr>
                  <w:tc>
                    <w:tcPr>
                      <w:tcW w:w="10949" w:type="dxa"/>
                    </w:tcPr>
                    <w:p w:rsidR="0030608F" w:rsidRPr="00720655" w:rsidRDefault="0030608F" w:rsidP="009D0054">
                      <w:pPr>
                        <w:rPr>
                          <w:rFonts w:ascii="Arial" w:hAnsi="Arial" w:cs="Arial"/>
                          <w:b/>
                          <w:color w:val="00B050"/>
                          <w:sz w:val="20"/>
                          <w:szCs w:val="20"/>
                        </w:rPr>
                      </w:pP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</w:t>
                      </w:r>
                      <w:r w:rsidRPr="00E52489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Obraz 8" o:spid="_x0000_i1029" type="#_x0000_t75" style="width:81.75pt;height:35.25pt;visibility:visible">
                            <v:imagedata r:id="rId1" o:title=""/>
                          </v:shape>
                        </w:pict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 </w:t>
                      </w:r>
                      <w:r w:rsidRPr="00E52489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pict>
                          <v:shape id="Obraz 7" o:spid="_x0000_i1030" type="#_x0000_t75" style="width:111pt;height:35.25pt;visibility:visible">
                            <v:imagedata r:id="rId2" o:title=""/>
                          </v:shape>
                        </w:pict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</w:t>
                      </w:r>
                      <w:r w:rsidRPr="00E52489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pict>
                          <v:shape id="Obraz 6" o:spid="_x0000_i1031" type="#_x0000_t75" style="width:75pt;height:35.25pt;visibility:visible">
                            <v:imagedata r:id="rId3" o:title=""/>
                          </v:shape>
                        </w:pict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    </w:t>
                      </w:r>
                      <w:r w:rsidRPr="00E52489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pict>
                          <v:shape id="Obraz 5" o:spid="_x0000_i1032" type="#_x0000_t75" style="width:114.75pt;height:35.25pt;visibility:visible">
                            <v:imagedata r:id="rId4" o:title=""/>
                          </v:shape>
                        </w:pict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</w:t>
                      </w:r>
                    </w:p>
                  </w:tc>
                </w:tr>
              </w:tbl>
              <w:p w:rsidR="0030608F" w:rsidRPr="00720655" w:rsidRDefault="0030608F" w:rsidP="009D0054">
                <w:pPr>
                  <w:pStyle w:val="Header"/>
                  <w:ind w:firstLine="708"/>
                  <w:rPr>
                    <w:sz w:val="20"/>
                    <w:szCs w:val="20"/>
                  </w:rPr>
                </w:pPr>
              </w:p>
              <w:p w:rsidR="0030608F" w:rsidRPr="00720655" w:rsidRDefault="0030608F" w:rsidP="009D0054">
                <w:pPr>
                  <w:rPr>
                    <w:sz w:val="20"/>
                    <w:szCs w:val="20"/>
                  </w:rPr>
                </w:pPr>
              </w:p>
            </w:tc>
            <w:tc>
              <w:tcPr>
                <w:tcW w:w="2046" w:type="dxa"/>
              </w:tcPr>
              <w:p w:rsidR="0030608F" w:rsidRPr="00720655" w:rsidRDefault="0030608F" w:rsidP="009D0054">
                <w:pPr>
                  <w:jc w:val="center"/>
                  <w:rPr>
                    <w:sz w:val="20"/>
                    <w:szCs w:val="20"/>
                  </w:rPr>
                </w:pPr>
              </w:p>
            </w:tc>
            <w:tc>
              <w:tcPr>
                <w:tcW w:w="3776" w:type="dxa"/>
              </w:tcPr>
              <w:p w:rsidR="0030608F" w:rsidRPr="00720655" w:rsidRDefault="0030608F" w:rsidP="009D0054">
                <w:pPr>
                  <w:jc w:val="right"/>
                  <w:rPr>
                    <w:sz w:val="20"/>
                    <w:szCs w:val="20"/>
                  </w:rPr>
                </w:pPr>
              </w:p>
            </w:tc>
          </w:tr>
        </w:tbl>
        <w:p w:rsidR="0030608F" w:rsidRPr="00720655" w:rsidRDefault="0030608F" w:rsidP="00D2367F">
          <w:pPr>
            <w:rPr>
              <w:sz w:val="20"/>
              <w:szCs w:val="20"/>
            </w:rPr>
          </w:pPr>
          <w:r w:rsidRPr="008A4431">
            <w:rPr>
              <w:sz w:val="20"/>
              <w:szCs w:val="20"/>
            </w:rPr>
            <w:t xml:space="preserve">Nr sprawy: </w:t>
          </w:r>
          <w:r>
            <w:rPr>
              <w:sz w:val="20"/>
              <w:szCs w:val="20"/>
            </w:rPr>
            <w:t>RZP</w:t>
          </w:r>
          <w:r w:rsidRPr="008A4431">
            <w:rPr>
              <w:sz w:val="20"/>
              <w:szCs w:val="20"/>
            </w:rPr>
            <w:t>.271.1.</w:t>
          </w:r>
          <w:r>
            <w:rPr>
              <w:sz w:val="20"/>
              <w:szCs w:val="20"/>
            </w:rPr>
            <w:t>14.</w:t>
          </w:r>
          <w:r w:rsidRPr="008A4431">
            <w:rPr>
              <w:sz w:val="20"/>
              <w:szCs w:val="20"/>
            </w:rPr>
            <w:t>201</w:t>
          </w:r>
          <w:r>
            <w:rPr>
              <w:sz w:val="20"/>
              <w:szCs w:val="20"/>
            </w:rPr>
            <w:t>9</w:t>
          </w:r>
          <w:r w:rsidRPr="008A4431">
            <w:rPr>
              <w:sz w:val="20"/>
              <w:szCs w:val="20"/>
            </w:rPr>
            <w:t>.</w:t>
          </w:r>
          <w:r>
            <w:rPr>
              <w:sz w:val="20"/>
              <w:szCs w:val="20"/>
            </w:rPr>
            <w:t>MKA</w:t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  <w:t xml:space="preserve">           </w:t>
          </w:r>
          <w:r w:rsidRPr="008A4431">
            <w:rPr>
              <w:sz w:val="20"/>
              <w:szCs w:val="20"/>
            </w:rPr>
            <w:t>Zał. nr 2 do SIWZ</w:t>
          </w:r>
          <w:r w:rsidRPr="00720655">
            <w:rPr>
              <w:sz w:val="20"/>
              <w:szCs w:val="20"/>
            </w:rPr>
            <w:br/>
          </w:r>
        </w:p>
      </w:tc>
      <w:tc>
        <w:tcPr>
          <w:tcW w:w="220" w:type="dxa"/>
        </w:tcPr>
        <w:p w:rsidR="0030608F" w:rsidRPr="00720655" w:rsidRDefault="0030608F" w:rsidP="007A3286">
          <w:pPr>
            <w:jc w:val="center"/>
            <w:rPr>
              <w:sz w:val="20"/>
              <w:szCs w:val="20"/>
            </w:rPr>
          </w:pPr>
        </w:p>
      </w:tc>
      <w:tc>
        <w:tcPr>
          <w:tcW w:w="220" w:type="dxa"/>
        </w:tcPr>
        <w:p w:rsidR="0030608F" w:rsidRPr="00720655" w:rsidRDefault="0030608F" w:rsidP="004E455D">
          <w:pPr>
            <w:rPr>
              <w:sz w:val="20"/>
              <w:szCs w:val="20"/>
            </w:rPr>
          </w:pPr>
        </w:p>
      </w:tc>
    </w:tr>
  </w:tbl>
  <w:p w:rsidR="0030608F" w:rsidRPr="0068317C" w:rsidRDefault="0030608F" w:rsidP="0066793C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eastAsia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eastAsia="Times New Roman" w:cs="Times New Roman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eastAsia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eastAsia="Times New Roman" w:cs="Times New Roman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eastAsia="Times New Roman" w:cs="Times New Roman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eastAsia="Times New Roman" w:cs="Times New Roman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eastAsia="Times New Roman" w:cs="Times New Roman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eastAsia="Times New Roman" w:cs="Times New Roman"/>
        <w:b w:val="0"/>
        <w:bCs w:val="0"/>
        <w:sz w:val="22"/>
        <w:szCs w:val="22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1F52F2"/>
    <w:multiLevelType w:val="hybridMultilevel"/>
    <w:tmpl w:val="BCBAAE36"/>
    <w:lvl w:ilvl="0" w:tplc="C39A756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65C2EC3"/>
    <w:multiLevelType w:val="hybridMultilevel"/>
    <w:tmpl w:val="5426BA14"/>
    <w:lvl w:ilvl="0" w:tplc="7E363EA2">
      <w:start w:val="13"/>
      <w:numFmt w:val="bullet"/>
      <w:lvlText w:val=""/>
      <w:lvlJc w:val="left"/>
      <w:pPr>
        <w:ind w:left="405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42B96B33"/>
    <w:multiLevelType w:val="hybridMultilevel"/>
    <w:tmpl w:val="BCBAAE36"/>
    <w:lvl w:ilvl="0" w:tplc="C39A756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75965283"/>
    <w:multiLevelType w:val="hybridMultilevel"/>
    <w:tmpl w:val="E22A00AA"/>
    <w:lvl w:ilvl="0" w:tplc="74E87BE8">
      <w:start w:val="13"/>
      <w:numFmt w:val="bullet"/>
      <w:lvlText w:val=""/>
      <w:lvlJc w:val="left"/>
      <w:pPr>
        <w:ind w:left="405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62F8"/>
    <w:rsid w:val="00005601"/>
    <w:rsid w:val="000C6508"/>
    <w:rsid w:val="00134961"/>
    <w:rsid w:val="00192D0C"/>
    <w:rsid w:val="001A07DF"/>
    <w:rsid w:val="001B62F8"/>
    <w:rsid w:val="00242406"/>
    <w:rsid w:val="002746B7"/>
    <w:rsid w:val="0029110A"/>
    <w:rsid w:val="002C7346"/>
    <w:rsid w:val="0030608F"/>
    <w:rsid w:val="003D3431"/>
    <w:rsid w:val="003D7FAB"/>
    <w:rsid w:val="003F2B30"/>
    <w:rsid w:val="00427A23"/>
    <w:rsid w:val="004E455D"/>
    <w:rsid w:val="004E7F88"/>
    <w:rsid w:val="005115F0"/>
    <w:rsid w:val="0054777A"/>
    <w:rsid w:val="005903A0"/>
    <w:rsid w:val="005A0DB2"/>
    <w:rsid w:val="005B4446"/>
    <w:rsid w:val="005E4555"/>
    <w:rsid w:val="006059CE"/>
    <w:rsid w:val="006113CC"/>
    <w:rsid w:val="0066453D"/>
    <w:rsid w:val="0066793C"/>
    <w:rsid w:val="0068317C"/>
    <w:rsid w:val="00697238"/>
    <w:rsid w:val="006A769E"/>
    <w:rsid w:val="006E3C22"/>
    <w:rsid w:val="006E4874"/>
    <w:rsid w:val="006F71EC"/>
    <w:rsid w:val="00715FA3"/>
    <w:rsid w:val="00720655"/>
    <w:rsid w:val="007414D2"/>
    <w:rsid w:val="00753C04"/>
    <w:rsid w:val="00761636"/>
    <w:rsid w:val="00786693"/>
    <w:rsid w:val="00793E4C"/>
    <w:rsid w:val="007A3286"/>
    <w:rsid w:val="007A4F16"/>
    <w:rsid w:val="007C0765"/>
    <w:rsid w:val="007C30B8"/>
    <w:rsid w:val="007F1A7C"/>
    <w:rsid w:val="007F2696"/>
    <w:rsid w:val="00810EBA"/>
    <w:rsid w:val="008853B2"/>
    <w:rsid w:val="00886093"/>
    <w:rsid w:val="008A4431"/>
    <w:rsid w:val="008A676A"/>
    <w:rsid w:val="008D06AC"/>
    <w:rsid w:val="00901C6E"/>
    <w:rsid w:val="00917C00"/>
    <w:rsid w:val="00982AE9"/>
    <w:rsid w:val="00984697"/>
    <w:rsid w:val="009D0054"/>
    <w:rsid w:val="00A0652B"/>
    <w:rsid w:val="00A11BFF"/>
    <w:rsid w:val="00A426C7"/>
    <w:rsid w:val="00AB6868"/>
    <w:rsid w:val="00B43BC9"/>
    <w:rsid w:val="00B44366"/>
    <w:rsid w:val="00B55180"/>
    <w:rsid w:val="00BA2D39"/>
    <w:rsid w:val="00C557EF"/>
    <w:rsid w:val="00C642A9"/>
    <w:rsid w:val="00CD0606"/>
    <w:rsid w:val="00D17727"/>
    <w:rsid w:val="00D2367F"/>
    <w:rsid w:val="00D2420E"/>
    <w:rsid w:val="00D24716"/>
    <w:rsid w:val="00D77A44"/>
    <w:rsid w:val="00DF71A4"/>
    <w:rsid w:val="00E220AC"/>
    <w:rsid w:val="00E461E2"/>
    <w:rsid w:val="00E52489"/>
    <w:rsid w:val="00F07095"/>
    <w:rsid w:val="00F36457"/>
    <w:rsid w:val="00F5091B"/>
    <w:rsid w:val="00FB50F6"/>
    <w:rsid w:val="00FD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17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427A2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BalloonText">
    <w:name w:val="Balloon Text"/>
    <w:basedOn w:val="Normal"/>
    <w:link w:val="BalloonTextChar"/>
    <w:uiPriority w:val="99"/>
    <w:semiHidden/>
    <w:rsid w:val="00715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5FA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227</TotalTime>
  <Pages>4</Pages>
  <Words>806</Words>
  <Characters>4837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ksobczyk</cp:lastModifiedBy>
  <cp:revision>58</cp:revision>
  <cp:lastPrinted>2019-02-21T11:51:00Z</cp:lastPrinted>
  <dcterms:created xsi:type="dcterms:W3CDTF">2016-08-08T12:56:00Z</dcterms:created>
  <dcterms:modified xsi:type="dcterms:W3CDTF">2019-06-06T08:03:00Z</dcterms:modified>
</cp:coreProperties>
</file>